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6408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408C4" w:rsidRDefault="006408C4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</w:t>
            </w:r>
          </w:p>
          <w:p w:rsidR="00C819F1" w:rsidRPr="0025072A" w:rsidRDefault="006408C4" w:rsidP="0046171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</w:t>
            </w:r>
            <w:r w:rsidR="00461719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 w:rsidR="00461719"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F928D8" w:rsidRPr="003D1519" w:rsidTr="006408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6408C4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</w:t>
            </w:r>
            <w:r w:rsidR="00525A9F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6408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proofErr w:type="gramStart"/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proofErr w:type="gramEnd"/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proofErr w:type="gramStart"/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proofErr w:type="gramEnd"/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proofErr w:type="gramStart"/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proofErr w:type="gramEnd"/>
          </w:p>
        </w:tc>
      </w:tr>
      <w:tr w:rsidR="00F928D8" w:rsidRPr="003D1519" w:rsidTr="006408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proofErr w:type="gramStart"/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proofErr w:type="gramEnd"/>
          </w:p>
        </w:tc>
      </w:tr>
      <w:tr w:rsidR="00F928D8" w:rsidRPr="003D1519" w:rsidTr="006408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408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rPr>
                <w:noProof/>
              </w:rPr>
              <w:t>..........................</w:t>
            </w:r>
            <w:r>
              <w:fldChar w:fldCharType="end"/>
            </w:r>
            <w:proofErr w:type="gramEnd"/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rPr>
                <w:noProof/>
              </w:rPr>
              <w:t>..........................</w:t>
            </w:r>
            <w:r>
              <w:fldChar w:fldCharType="end"/>
            </w:r>
            <w:proofErr w:type="gramEnd"/>
          </w:p>
        </w:tc>
      </w:tr>
      <w:tr w:rsidR="00F928D8" w:rsidRPr="003D1519" w:rsidTr="006408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rPr>
                <w:noProof/>
              </w:rPr>
              <w:t>..........................</w:t>
            </w:r>
            <w:r>
              <w:fldChar w:fldCharType="end"/>
            </w:r>
            <w:proofErr w:type="gramEnd"/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A22" w:rsidRDefault="00293A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75A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A22" w:rsidRDefault="00293A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A22" w:rsidRDefault="00293A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A22" w:rsidRDefault="00293A2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  <w:rPr>
        <w:rFonts w:cs="Arial"/>
        <w:noProof/>
        <w:color w:val="0000FF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293A22" w:rsidRDefault="00293A22" w:rsidP="00F928D8">
    <w:pPr>
      <w:pStyle w:val="Zhlav"/>
    </w:pP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3A22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61719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5A9F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08C4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5AD2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3EC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1A868A13</Template>
  <TotalTime>0</TotalTime>
  <Pages>1</Pages>
  <Words>289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TSUB - Cahel Leoš, Mgr.</cp:lastModifiedBy>
  <cp:revision>2</cp:revision>
  <cp:lastPrinted>2023-11-15T06:59:00Z</cp:lastPrinted>
  <dcterms:created xsi:type="dcterms:W3CDTF">2026-02-13T11:18:00Z</dcterms:created>
  <dcterms:modified xsi:type="dcterms:W3CDTF">2026-02-13T11:18:00Z</dcterms:modified>
</cp:coreProperties>
</file>